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D2B0C">
        <w:rPr>
          <w:rFonts w:ascii="Corbel" w:hAnsi="Corbel"/>
          <w:i/>
          <w:smallCaps/>
          <w:sz w:val="24"/>
          <w:szCs w:val="24"/>
        </w:rPr>
        <w:t>20</w:t>
      </w:r>
      <w:r w:rsidR="00B23639">
        <w:rPr>
          <w:rFonts w:ascii="Corbel" w:hAnsi="Corbel"/>
          <w:i/>
          <w:smallCaps/>
          <w:sz w:val="24"/>
          <w:szCs w:val="24"/>
        </w:rPr>
        <w:t>19</w:t>
      </w:r>
      <w:r w:rsidR="007D2B0C">
        <w:rPr>
          <w:rFonts w:ascii="Corbel" w:hAnsi="Corbel"/>
          <w:i/>
          <w:smallCaps/>
          <w:sz w:val="24"/>
          <w:szCs w:val="24"/>
        </w:rPr>
        <w:t>-202</w:t>
      </w:r>
      <w:r w:rsidR="00B23639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D2B0C">
        <w:rPr>
          <w:rFonts w:ascii="Corbel" w:hAnsi="Corbel"/>
          <w:sz w:val="20"/>
          <w:szCs w:val="20"/>
        </w:rPr>
        <w:t>202</w:t>
      </w:r>
      <w:r w:rsidR="00B23639">
        <w:rPr>
          <w:rFonts w:ascii="Corbel" w:hAnsi="Corbel"/>
          <w:sz w:val="20"/>
          <w:szCs w:val="20"/>
        </w:rPr>
        <w:t>0</w:t>
      </w:r>
      <w:r w:rsidR="007D2B0C">
        <w:rPr>
          <w:rFonts w:ascii="Corbel" w:hAnsi="Corbel"/>
          <w:sz w:val="20"/>
          <w:szCs w:val="20"/>
        </w:rPr>
        <w:t>/202</w:t>
      </w:r>
      <w:r w:rsidR="00B23639">
        <w:rPr>
          <w:rFonts w:ascii="Corbel" w:hAnsi="Corbel"/>
          <w:sz w:val="20"/>
          <w:szCs w:val="20"/>
        </w:rPr>
        <w:t>1</w:t>
      </w:r>
      <w:r w:rsidR="00DF1546">
        <w:rPr>
          <w:rFonts w:ascii="Corbel" w:hAnsi="Corbel"/>
          <w:sz w:val="20"/>
          <w:szCs w:val="20"/>
        </w:rPr>
        <w:t xml:space="preserve"> oraz 202</w:t>
      </w:r>
      <w:r w:rsidR="00B23639">
        <w:rPr>
          <w:rFonts w:ascii="Corbel" w:hAnsi="Corbel"/>
          <w:sz w:val="20"/>
          <w:szCs w:val="20"/>
        </w:rPr>
        <w:t>1</w:t>
      </w:r>
      <w:r w:rsidR="00DF1546">
        <w:rPr>
          <w:rFonts w:ascii="Corbel" w:hAnsi="Corbel"/>
          <w:sz w:val="20"/>
          <w:szCs w:val="20"/>
        </w:rPr>
        <w:t>/202</w:t>
      </w:r>
      <w:r w:rsidR="00B23639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7D2B0C" w:rsidRPr="009C54AE" w:rsidTr="007D2B0C">
        <w:tc>
          <w:tcPr>
            <w:tcW w:w="2694" w:type="dxa"/>
            <w:vAlign w:val="center"/>
          </w:tcPr>
          <w:p w:rsidR="007D2B0C" w:rsidRPr="009C54AE" w:rsidRDefault="007D2B0C" w:rsidP="007D2B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D2B0C" w:rsidRPr="009C54AE" w:rsidRDefault="007D2B0C" w:rsidP="007D2B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zawodowe</w:t>
            </w:r>
          </w:p>
        </w:tc>
      </w:tr>
      <w:tr w:rsidR="007D2B0C" w:rsidRPr="009C54AE" w:rsidTr="007D2B0C">
        <w:tc>
          <w:tcPr>
            <w:tcW w:w="2694" w:type="dxa"/>
            <w:vAlign w:val="center"/>
          </w:tcPr>
          <w:p w:rsidR="007D2B0C" w:rsidRPr="009C54AE" w:rsidRDefault="007D2B0C" w:rsidP="007D2B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7D2B0C" w:rsidRPr="009C54AE" w:rsidRDefault="007D2B0C" w:rsidP="007D2B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P1S[4-5]</w:t>
            </w:r>
            <w:r w:rsidRPr="00166A50">
              <w:rPr>
                <w:rFonts w:ascii="Corbel" w:hAnsi="Corbel"/>
                <w:b w:val="0"/>
                <w:bCs/>
                <w:sz w:val="24"/>
                <w:szCs w:val="24"/>
              </w:rPr>
              <w:t>O_06</w:t>
            </w:r>
          </w:p>
        </w:tc>
      </w:tr>
      <w:tr w:rsidR="007D2B0C" w:rsidRPr="009C54AE" w:rsidTr="007D2B0C">
        <w:tc>
          <w:tcPr>
            <w:tcW w:w="2694" w:type="dxa"/>
            <w:vAlign w:val="center"/>
          </w:tcPr>
          <w:p w:rsidR="007D2B0C" w:rsidRPr="009C54AE" w:rsidRDefault="007D2B0C" w:rsidP="007D2B0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7D2B0C" w:rsidRPr="009C54AE" w:rsidRDefault="007D2B0C" w:rsidP="007D2B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7D2B0C" w:rsidRPr="009C54AE" w:rsidTr="007D2B0C">
        <w:tc>
          <w:tcPr>
            <w:tcW w:w="2694" w:type="dxa"/>
            <w:vAlign w:val="center"/>
          </w:tcPr>
          <w:p w:rsidR="007D2B0C" w:rsidRPr="009C54AE" w:rsidRDefault="007D2B0C" w:rsidP="007D2B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D2B0C" w:rsidRPr="009C54AE" w:rsidRDefault="007D2B0C" w:rsidP="007D2B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6A5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D2B0C" w:rsidRPr="009C54AE" w:rsidTr="007D2B0C">
        <w:tc>
          <w:tcPr>
            <w:tcW w:w="2694" w:type="dxa"/>
            <w:vAlign w:val="center"/>
          </w:tcPr>
          <w:p w:rsidR="007D2B0C" w:rsidRPr="009C54AE" w:rsidRDefault="007D2B0C" w:rsidP="007D2B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D2B0C" w:rsidRPr="009C54AE" w:rsidRDefault="007D2B0C" w:rsidP="007D2B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7D2B0C" w:rsidRPr="009C54AE" w:rsidTr="007D2B0C">
        <w:tc>
          <w:tcPr>
            <w:tcW w:w="2694" w:type="dxa"/>
            <w:vAlign w:val="center"/>
          </w:tcPr>
          <w:p w:rsidR="007D2B0C" w:rsidRPr="009C54AE" w:rsidRDefault="007D2B0C" w:rsidP="007D2B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D2B0C" w:rsidRPr="009C54AE" w:rsidRDefault="007D2B0C" w:rsidP="007D2B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7D2B0C" w:rsidRPr="009C54AE" w:rsidTr="007D2B0C">
        <w:tc>
          <w:tcPr>
            <w:tcW w:w="2694" w:type="dxa"/>
            <w:vAlign w:val="center"/>
          </w:tcPr>
          <w:p w:rsidR="007D2B0C" w:rsidRPr="009C54AE" w:rsidRDefault="007D2B0C" w:rsidP="007D2B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D2B0C" w:rsidRPr="009C54AE" w:rsidRDefault="007D2B0C" w:rsidP="007D2B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D2B0C" w:rsidRPr="009C54AE" w:rsidTr="007D2B0C">
        <w:tc>
          <w:tcPr>
            <w:tcW w:w="2694" w:type="dxa"/>
            <w:vAlign w:val="center"/>
          </w:tcPr>
          <w:p w:rsidR="007D2B0C" w:rsidRPr="009C54AE" w:rsidRDefault="007D2B0C" w:rsidP="007D2B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D2B0C" w:rsidRPr="009C54AE" w:rsidRDefault="007D2B0C" w:rsidP="007D2B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D2B0C" w:rsidRPr="00A64FD5" w:rsidTr="007D2B0C">
        <w:tc>
          <w:tcPr>
            <w:tcW w:w="2694" w:type="dxa"/>
            <w:vAlign w:val="center"/>
          </w:tcPr>
          <w:p w:rsidR="007D2B0C" w:rsidRPr="009C54AE" w:rsidRDefault="007D2B0C" w:rsidP="007D2B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7D2B0C" w:rsidRPr="005B6F40" w:rsidRDefault="007D2B0C" w:rsidP="007D2B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5B6F40">
              <w:rPr>
                <w:rFonts w:ascii="Corbel" w:hAnsi="Corbel"/>
                <w:b w:val="0"/>
                <w:sz w:val="24"/>
                <w:szCs w:val="24"/>
                <w:lang w:val="en-US"/>
              </w:rPr>
              <w:t>Rok</w:t>
            </w:r>
            <w:proofErr w:type="spellEnd"/>
            <w:r w:rsidRPr="005B6F40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2,</w:t>
            </w:r>
            <w:r w:rsidR="005B6F40" w:rsidRPr="00787F0C">
              <w:rPr>
                <w:rFonts w:ascii="Corbel" w:hAnsi="Corbel"/>
                <w:b w:val="0"/>
                <w:color w:val="FF0000"/>
                <w:sz w:val="24"/>
                <w:szCs w:val="24"/>
                <w:lang w:val="en-US"/>
              </w:rPr>
              <w:t xml:space="preserve"> </w:t>
            </w:r>
            <w:r w:rsidR="005B6F40" w:rsidRPr="00990426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US"/>
              </w:rPr>
              <w:t>3</w:t>
            </w:r>
            <w:r w:rsidR="005B6F40">
              <w:rPr>
                <w:rFonts w:ascii="Corbel" w:hAnsi="Corbel"/>
                <w:b w:val="0"/>
                <w:sz w:val="24"/>
                <w:szCs w:val="24"/>
                <w:lang w:val="en-US"/>
              </w:rPr>
              <w:t>,</w:t>
            </w:r>
            <w:r w:rsidRPr="005B6F40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6F40">
              <w:rPr>
                <w:rFonts w:ascii="Corbel" w:hAnsi="Corbel"/>
                <w:b w:val="0"/>
                <w:sz w:val="24"/>
                <w:szCs w:val="24"/>
                <w:lang w:val="en-US"/>
              </w:rPr>
              <w:t>semestr</w:t>
            </w:r>
            <w:proofErr w:type="spellEnd"/>
            <w:r w:rsidRPr="005B6F40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6F40">
              <w:rPr>
                <w:rFonts w:ascii="Corbel" w:hAnsi="Corbel"/>
                <w:b w:val="0"/>
                <w:sz w:val="24"/>
                <w:szCs w:val="24"/>
                <w:lang w:val="en-US"/>
              </w:rPr>
              <w:t>IV</w:t>
            </w:r>
            <w:r w:rsidR="00B114AC" w:rsidRPr="005B6F40">
              <w:rPr>
                <w:rFonts w:ascii="Corbel" w:hAnsi="Corbel"/>
                <w:b w:val="0"/>
                <w:sz w:val="24"/>
                <w:szCs w:val="24"/>
                <w:lang w:val="en-US"/>
              </w:rPr>
              <w:t>,</w:t>
            </w:r>
            <w:r w:rsidR="00B114AC" w:rsidRPr="005B6F4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semestr</w:t>
            </w:r>
            <w:proofErr w:type="spellEnd"/>
            <w:r w:rsidR="00B114AC" w:rsidRPr="005B6F4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V</w:t>
            </w:r>
          </w:p>
        </w:tc>
      </w:tr>
      <w:tr w:rsidR="007D2B0C" w:rsidRPr="009C54AE" w:rsidTr="007D2B0C">
        <w:tc>
          <w:tcPr>
            <w:tcW w:w="2694" w:type="dxa"/>
            <w:vAlign w:val="center"/>
          </w:tcPr>
          <w:p w:rsidR="007D2B0C" w:rsidRPr="009C54AE" w:rsidRDefault="007D2B0C" w:rsidP="007D2B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D2B0C" w:rsidRPr="009C54AE" w:rsidRDefault="007D2B0C" w:rsidP="007D2B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7D2B0C" w:rsidRPr="009C54AE" w:rsidTr="007D2B0C">
        <w:tc>
          <w:tcPr>
            <w:tcW w:w="2694" w:type="dxa"/>
            <w:vAlign w:val="center"/>
          </w:tcPr>
          <w:p w:rsidR="007D2B0C" w:rsidRPr="009C54AE" w:rsidRDefault="007D2B0C" w:rsidP="007D2B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D2B0C" w:rsidRPr="009C54AE" w:rsidRDefault="007D2B0C" w:rsidP="007D2B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7D2B0C" w:rsidRPr="009C54AE" w:rsidTr="007D2B0C">
        <w:tc>
          <w:tcPr>
            <w:tcW w:w="2694" w:type="dxa"/>
            <w:vAlign w:val="center"/>
          </w:tcPr>
          <w:p w:rsidR="007D2B0C" w:rsidRPr="009C54AE" w:rsidRDefault="007D2B0C" w:rsidP="007D2B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D2B0C" w:rsidRPr="009C54AE" w:rsidRDefault="007D2B0C" w:rsidP="007D2B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Krzysztof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Jamroży</w:t>
            </w:r>
            <w:proofErr w:type="spellEnd"/>
          </w:p>
        </w:tc>
      </w:tr>
      <w:tr w:rsidR="007D2B0C" w:rsidRPr="009C54AE" w:rsidTr="007D2B0C">
        <w:tc>
          <w:tcPr>
            <w:tcW w:w="2694" w:type="dxa"/>
            <w:vAlign w:val="center"/>
          </w:tcPr>
          <w:p w:rsidR="007D2B0C" w:rsidRPr="009C54AE" w:rsidRDefault="007D2B0C" w:rsidP="007D2B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D2B0C" w:rsidRPr="009C54AE" w:rsidRDefault="002A01E6" w:rsidP="007D2B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Hlk55891344"/>
            <w:r w:rsidRPr="002A01E6">
              <w:rPr>
                <w:rFonts w:ascii="Corbel" w:hAnsi="Corbel"/>
                <w:b w:val="0"/>
                <w:sz w:val="24"/>
                <w:szCs w:val="24"/>
              </w:rPr>
              <w:t>Opiekun praktyk w miejscu odbywania praktyki zawodowej</w:t>
            </w:r>
            <w:bookmarkEnd w:id="0"/>
          </w:p>
        </w:tc>
      </w:tr>
    </w:tbl>
    <w:p w:rsidR="00923D7D" w:rsidRPr="009C54AE" w:rsidRDefault="0085747A" w:rsidP="006D048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005D2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05D2F" w:rsidRPr="009C54AE" w:rsidTr="00005D2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2F" w:rsidRPr="009C54AE" w:rsidRDefault="00005D2F" w:rsidP="00005D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2F" w:rsidRPr="009C54AE" w:rsidRDefault="00005D2F" w:rsidP="00005D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2F" w:rsidRPr="009C54AE" w:rsidRDefault="00005D2F" w:rsidP="00005D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2F" w:rsidRPr="009C54AE" w:rsidRDefault="00005D2F" w:rsidP="00005D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2F" w:rsidRPr="009C54AE" w:rsidRDefault="00005D2F" w:rsidP="00005D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2F" w:rsidRPr="009C54AE" w:rsidRDefault="00005D2F" w:rsidP="00005D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2F" w:rsidRPr="009C54AE" w:rsidRDefault="00005D2F" w:rsidP="00005D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2F" w:rsidRPr="009C54AE" w:rsidRDefault="00005D2F" w:rsidP="00005D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2F" w:rsidRPr="009C54AE" w:rsidRDefault="00005D2F" w:rsidP="00005D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2F" w:rsidRPr="009C54AE" w:rsidRDefault="00005D2F" w:rsidP="00005D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05D2F" w:rsidRPr="009C54AE" w:rsidTr="00005D2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2F" w:rsidRPr="009C54AE" w:rsidRDefault="00005D2F" w:rsidP="00005D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2F" w:rsidRPr="009C54AE" w:rsidRDefault="00005D2F" w:rsidP="00005D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2F" w:rsidRPr="009C54AE" w:rsidRDefault="00005D2F" w:rsidP="00005D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2F" w:rsidRPr="009C54AE" w:rsidRDefault="00005D2F" w:rsidP="00005D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2F" w:rsidRPr="009C54AE" w:rsidRDefault="00005D2F" w:rsidP="00005D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2F" w:rsidRPr="009C54AE" w:rsidRDefault="00005D2F" w:rsidP="00005D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2F" w:rsidRPr="009C54AE" w:rsidRDefault="00005D2F" w:rsidP="00005D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2F" w:rsidRPr="009C54AE" w:rsidRDefault="00005D2F" w:rsidP="00005D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2F" w:rsidRPr="009C54AE" w:rsidRDefault="00005D2F" w:rsidP="00005D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2F" w:rsidRPr="009C54AE" w:rsidRDefault="00005D2F" w:rsidP="00005D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005D2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5D2F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2A01E6" w:rsidRPr="009C54AE" w:rsidRDefault="002A01E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05D2F" w:rsidRDefault="00005D2F" w:rsidP="00005D2F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</w:p>
    <w:p w:rsidR="00E960BB" w:rsidRDefault="00005D2F" w:rsidP="00005D2F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  <w:r w:rsidRPr="00DC3EDD">
        <w:rPr>
          <w:rFonts w:ascii="Corbel" w:hAnsi="Corbel"/>
          <w:bCs/>
          <w:szCs w:val="24"/>
        </w:rPr>
        <w:t>zaliczenie bez oceny</w:t>
      </w:r>
    </w:p>
    <w:p w:rsidR="00005D2F" w:rsidRPr="00005D2F" w:rsidRDefault="00005D2F" w:rsidP="00005D2F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A01E6" w:rsidP="00005D2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01E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Ustalane przez opiekuna praktyk w miejscu odbywania praktyki zawodowej.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2A01E6" w:rsidRPr="009C54AE" w:rsidTr="002A01E6">
        <w:tc>
          <w:tcPr>
            <w:tcW w:w="845" w:type="dxa"/>
            <w:vAlign w:val="center"/>
          </w:tcPr>
          <w:p w:rsidR="002A01E6" w:rsidRPr="009C54AE" w:rsidRDefault="002A01E6" w:rsidP="002A01E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2A01E6" w:rsidRPr="009C54AE" w:rsidRDefault="002A01E6" w:rsidP="002A01E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26B55">
              <w:rPr>
                <w:rFonts w:ascii="Corbel" w:hAnsi="Corbel"/>
                <w:b w:val="0"/>
                <w:sz w:val="24"/>
                <w:szCs w:val="24"/>
              </w:rPr>
              <w:t xml:space="preserve">Zdobycie przez studentów wiedzy umożliwiającej rozróżnianie struktury i zakresu działania poszczególnych instytucji </w:t>
            </w:r>
            <w:r>
              <w:rPr>
                <w:rFonts w:ascii="Corbel" w:hAnsi="Corbel"/>
                <w:b w:val="0"/>
                <w:sz w:val="24"/>
                <w:szCs w:val="24"/>
              </w:rPr>
              <w:t>pomocy społecznej.</w:t>
            </w:r>
          </w:p>
        </w:tc>
      </w:tr>
      <w:tr w:rsidR="002A01E6" w:rsidRPr="009C54AE" w:rsidTr="002A01E6">
        <w:tc>
          <w:tcPr>
            <w:tcW w:w="845" w:type="dxa"/>
            <w:vAlign w:val="center"/>
          </w:tcPr>
          <w:p w:rsidR="002A01E6" w:rsidRPr="009C54AE" w:rsidRDefault="002A01E6" w:rsidP="002A01E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2A01E6" w:rsidRPr="009C54AE" w:rsidRDefault="002A01E6" w:rsidP="002A01E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26B55">
              <w:rPr>
                <w:rFonts w:ascii="Corbel" w:hAnsi="Corbel"/>
                <w:b w:val="0"/>
                <w:sz w:val="24"/>
                <w:szCs w:val="24"/>
              </w:rPr>
              <w:t>Uzyskanie przez studentów umiejętności wykorzystywania wiedzy wynikającej z diagnozowania procesów i zjawisk społecznych w praktyce pracy socjalnej.</w:t>
            </w:r>
          </w:p>
        </w:tc>
      </w:tr>
      <w:tr w:rsidR="002A01E6" w:rsidRPr="009C54AE" w:rsidTr="002A01E6">
        <w:tc>
          <w:tcPr>
            <w:tcW w:w="845" w:type="dxa"/>
            <w:vAlign w:val="center"/>
          </w:tcPr>
          <w:p w:rsidR="002A01E6" w:rsidRPr="009C54AE" w:rsidRDefault="002A01E6" w:rsidP="002A01E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2A01E6" w:rsidRPr="009C54AE" w:rsidRDefault="002A01E6" w:rsidP="002A01E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44418">
              <w:rPr>
                <w:rFonts w:ascii="Corbel" w:hAnsi="Corbel"/>
                <w:b w:val="0"/>
                <w:sz w:val="24"/>
                <w:szCs w:val="24"/>
              </w:rPr>
              <w:t>Zdobycie przez studentów wiedzy na temat współpracy w zespole pracowniczym i tworzenia dokumentacji.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9C54AE" w:rsidTr="002C057E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2C057E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22121D" w:rsidP="002212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22121D">
              <w:rPr>
                <w:rFonts w:ascii="Corbel" w:hAnsi="Corbel"/>
                <w:b w:val="0"/>
                <w:smallCaps w:val="0"/>
                <w:szCs w:val="24"/>
              </w:rPr>
              <w:t>normy 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zawarte w ustawie o pomocy społecznej oraz innych aktach prawa socjalnego. Zna zasady</w:t>
            </w:r>
            <w:r w:rsidRPr="0022121D">
              <w:rPr>
                <w:rFonts w:ascii="Corbel" w:hAnsi="Corbel"/>
                <w:b w:val="0"/>
                <w:smallCaps w:val="0"/>
                <w:szCs w:val="24"/>
              </w:rPr>
              <w:t xml:space="preserve"> zawodowe, etyczne i reguły organizujące struktury i instytucje społeczne działające na rzecz integracji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pomocy </w:t>
            </w:r>
            <w:r w:rsidRPr="0022121D">
              <w:rPr>
                <w:rFonts w:ascii="Corbel" w:hAnsi="Corbel"/>
                <w:b w:val="0"/>
                <w:smallCaps w:val="0"/>
                <w:szCs w:val="24"/>
              </w:rPr>
              <w:t>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Student zna zasady podejmowania kontroli społecznej swoich podopiecznych z zachowaniem etyki zawodu pracownika socjalnego. </w:t>
            </w:r>
          </w:p>
        </w:tc>
        <w:tc>
          <w:tcPr>
            <w:tcW w:w="1865" w:type="dxa"/>
          </w:tcPr>
          <w:p w:rsidR="0085747A" w:rsidRPr="009C54AE" w:rsidRDefault="002212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:rsidTr="002C057E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22121D" w:rsidP="00A64F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 xml:space="preserve">dzięki praktykom zawodowym </w:t>
            </w:r>
            <w:r w:rsidR="00A64FD5">
              <w:rPr>
                <w:rFonts w:ascii="Corbel" w:hAnsi="Corbel"/>
                <w:b w:val="0"/>
                <w:smallCaps w:val="0"/>
                <w:szCs w:val="24"/>
              </w:rPr>
              <w:t>wykorzystywać w sposób praktyczny zalecenia zawarte w kodeksie etycznym zawodu pracownika socjalnego i stosować standardy postępowania</w:t>
            </w:r>
          </w:p>
        </w:tc>
        <w:tc>
          <w:tcPr>
            <w:tcW w:w="1865" w:type="dxa"/>
          </w:tcPr>
          <w:p w:rsidR="0085747A" w:rsidRPr="009C54AE" w:rsidRDefault="002212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A64FD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A64FD5" w:rsidRPr="009C54AE" w:rsidTr="002C057E">
        <w:tc>
          <w:tcPr>
            <w:tcW w:w="1681" w:type="dxa"/>
          </w:tcPr>
          <w:p w:rsidR="00A64FD5" w:rsidRPr="009C54AE" w:rsidRDefault="00A64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A64FD5" w:rsidRDefault="00FA564F" w:rsidP="00A64F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podejmować działania na rzecz interesu publicznego</w:t>
            </w:r>
          </w:p>
        </w:tc>
        <w:tc>
          <w:tcPr>
            <w:tcW w:w="1865" w:type="dxa"/>
          </w:tcPr>
          <w:p w:rsidR="00A64FD5" w:rsidRDefault="00A64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22121D" w:rsidRPr="009C54AE" w:rsidTr="002C057E">
        <w:tc>
          <w:tcPr>
            <w:tcW w:w="1681" w:type="dxa"/>
          </w:tcPr>
          <w:p w:rsidR="0022121D" w:rsidRPr="009C54AE" w:rsidRDefault="002212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64FD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22121D" w:rsidRDefault="0022121D" w:rsidP="006B4A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 xml:space="preserve">potrafi myśleć w sposób przedsiębiorczy </w:t>
            </w:r>
            <w:r w:rsidR="006B4A27">
              <w:rPr>
                <w:rFonts w:ascii="Corbel" w:hAnsi="Corbel"/>
                <w:b w:val="0"/>
                <w:smallCaps w:val="0"/>
                <w:szCs w:val="24"/>
              </w:rPr>
              <w:t>planując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 xml:space="preserve"> działania z zakresu pomocy społecznej</w:t>
            </w:r>
            <w:r w:rsidR="002C057E" w:rsidRPr="002C057E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6B4A27">
              <w:rPr>
                <w:rFonts w:ascii="Corbel" w:hAnsi="Corbel"/>
                <w:b w:val="0"/>
                <w:smallCaps w:val="0"/>
                <w:szCs w:val="24"/>
              </w:rPr>
              <w:t>posiada zdolność f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>unkcjonowa</w:t>
            </w:r>
            <w:r w:rsidR="006B4A27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 xml:space="preserve"> w grupach roboczych</w:t>
            </w:r>
            <w:r w:rsidR="006B4A27">
              <w:rPr>
                <w:rFonts w:ascii="Corbel" w:hAnsi="Corbel"/>
                <w:b w:val="0"/>
                <w:smallCaps w:val="0"/>
                <w:szCs w:val="24"/>
              </w:rPr>
              <w:t xml:space="preserve"> czy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 xml:space="preserve"> zespołach interdyscyplinarnych współpracując przy tym z różnorodnymi instytucjami działającymi w sferze socjalnej.</w:t>
            </w:r>
          </w:p>
        </w:tc>
        <w:tc>
          <w:tcPr>
            <w:tcW w:w="1865" w:type="dxa"/>
          </w:tcPr>
          <w:p w:rsidR="0022121D" w:rsidRDefault="002212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A01E6" w:rsidRDefault="002A01E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5550C5">
        <w:tc>
          <w:tcPr>
            <w:tcW w:w="9520" w:type="dxa"/>
          </w:tcPr>
          <w:p w:rsidR="0085747A" w:rsidRPr="005550C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50C5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:rsidTr="005550C5">
        <w:tc>
          <w:tcPr>
            <w:tcW w:w="9520" w:type="dxa"/>
          </w:tcPr>
          <w:p w:rsidR="0085747A" w:rsidRPr="009C54AE" w:rsidRDefault="005550C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6D0487">
        <w:tc>
          <w:tcPr>
            <w:tcW w:w="9520" w:type="dxa"/>
          </w:tcPr>
          <w:p w:rsidR="0085747A" w:rsidRPr="006D048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D048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6D0487" w:rsidRPr="009C54AE" w:rsidTr="006D0487">
        <w:tc>
          <w:tcPr>
            <w:tcW w:w="9520" w:type="dxa"/>
          </w:tcPr>
          <w:p w:rsidR="006D0487" w:rsidRPr="009C54AE" w:rsidRDefault="002A01E6" w:rsidP="006D04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Ustala o</w:t>
            </w:r>
            <w:r w:rsidRPr="00AD5D66">
              <w:rPr>
                <w:rFonts w:ascii="Corbel" w:hAnsi="Corbel"/>
                <w:sz w:val="24"/>
                <w:szCs w:val="24"/>
              </w:rPr>
              <w:t xml:space="preserve">piekun praktyk </w:t>
            </w:r>
            <w:r w:rsidRPr="00AD5D66">
              <w:rPr>
                <w:rFonts w:ascii="Corbel" w:hAnsi="Corbel"/>
                <w:bCs/>
                <w:sz w:val="24"/>
                <w:szCs w:val="24"/>
              </w:rPr>
              <w:t>w miejscu odbywania praktyki zawodowej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A01E6" w:rsidRPr="00E235FE" w:rsidRDefault="002A01E6" w:rsidP="002A01E6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E235FE">
        <w:rPr>
          <w:rFonts w:ascii="Corbel" w:hAnsi="Corbel"/>
          <w:b/>
          <w:bCs/>
          <w:sz w:val="24"/>
          <w:szCs w:val="24"/>
        </w:rPr>
        <w:t>Zajęcia w terenie (praktyka zawodowa w instytucjach z obszaru pomocy społecznej)</w:t>
      </w:r>
      <w:r>
        <w:rPr>
          <w:rFonts w:ascii="Corbel" w:hAnsi="Corbel"/>
          <w:b/>
          <w:bCs/>
          <w:sz w:val="24"/>
          <w:szCs w:val="24"/>
        </w:rPr>
        <w:t xml:space="preserve"> ustala o</w:t>
      </w:r>
      <w:r w:rsidRPr="00AD5D66">
        <w:rPr>
          <w:rFonts w:ascii="Corbel" w:hAnsi="Corbel"/>
          <w:b/>
          <w:bCs/>
          <w:sz w:val="24"/>
          <w:szCs w:val="24"/>
        </w:rPr>
        <w:t>piekun praktyk w miejscu odbywania praktyki zawodowej</w:t>
      </w:r>
      <w:r>
        <w:rPr>
          <w:rFonts w:ascii="Corbel" w:hAnsi="Corbel"/>
          <w:b/>
          <w:bCs/>
          <w:sz w:val="24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9C54AE" w:rsidTr="006D0487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00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00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A01E6" w:rsidRPr="009C54AE" w:rsidTr="006D0487">
        <w:tc>
          <w:tcPr>
            <w:tcW w:w="1962" w:type="dxa"/>
          </w:tcPr>
          <w:p w:rsidR="002A01E6" w:rsidRPr="009C54AE" w:rsidRDefault="002A01E6" w:rsidP="002A01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2A01E6" w:rsidRPr="009C54AE" w:rsidRDefault="002A01E6" w:rsidP="002A01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750AEC">
              <w:rPr>
                <w:rFonts w:ascii="Corbel" w:hAnsi="Corbel"/>
                <w:b w:val="0"/>
                <w:bCs/>
                <w:szCs w:val="24"/>
              </w:rPr>
              <w:t xml:space="preserve">ustala </w:t>
            </w:r>
            <w:r>
              <w:rPr>
                <w:rFonts w:ascii="Corbel" w:hAnsi="Corbel"/>
                <w:b w:val="0"/>
                <w:bCs/>
                <w:szCs w:val="24"/>
              </w:rPr>
              <w:t>o</w:t>
            </w:r>
            <w:r w:rsidRPr="00AD5D66">
              <w:rPr>
                <w:rFonts w:ascii="Corbel" w:hAnsi="Corbel"/>
                <w:b w:val="0"/>
                <w:bCs/>
                <w:szCs w:val="24"/>
              </w:rPr>
              <w:t>piekun praktyk w miejscu odbywania praktyki zawodowej</w:t>
            </w:r>
          </w:p>
        </w:tc>
        <w:tc>
          <w:tcPr>
            <w:tcW w:w="2117" w:type="dxa"/>
          </w:tcPr>
          <w:p w:rsidR="002A01E6" w:rsidRPr="009C54AE" w:rsidRDefault="002A01E6" w:rsidP="002A01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praktyki zawodowe</w:t>
            </w:r>
          </w:p>
        </w:tc>
      </w:tr>
      <w:tr w:rsidR="002A01E6" w:rsidRPr="009C54AE" w:rsidTr="006D0487">
        <w:tc>
          <w:tcPr>
            <w:tcW w:w="1962" w:type="dxa"/>
          </w:tcPr>
          <w:p w:rsidR="002A01E6" w:rsidRPr="009C54AE" w:rsidRDefault="002A01E6" w:rsidP="002A01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2A01E6" w:rsidRPr="009C54AE" w:rsidRDefault="002A01E6" w:rsidP="002A01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50AEC">
              <w:rPr>
                <w:rFonts w:ascii="Corbel" w:hAnsi="Corbel"/>
                <w:b w:val="0"/>
                <w:bCs/>
                <w:szCs w:val="24"/>
              </w:rPr>
              <w:t xml:space="preserve">ustala </w:t>
            </w:r>
            <w:r>
              <w:rPr>
                <w:rFonts w:ascii="Corbel" w:hAnsi="Corbel"/>
                <w:b w:val="0"/>
                <w:bCs/>
                <w:szCs w:val="24"/>
              </w:rPr>
              <w:t>o</w:t>
            </w:r>
            <w:r w:rsidRPr="00AD5D66">
              <w:rPr>
                <w:rFonts w:ascii="Corbel" w:hAnsi="Corbel"/>
                <w:b w:val="0"/>
                <w:bCs/>
                <w:szCs w:val="24"/>
              </w:rPr>
              <w:t>piekun praktyk w miejscu odbywania praktyki zawodowej</w:t>
            </w:r>
          </w:p>
        </w:tc>
        <w:tc>
          <w:tcPr>
            <w:tcW w:w="2117" w:type="dxa"/>
          </w:tcPr>
          <w:p w:rsidR="002A01E6" w:rsidRPr="009C54AE" w:rsidRDefault="002A01E6" w:rsidP="002A01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praktyki zawodowe</w:t>
            </w:r>
          </w:p>
        </w:tc>
      </w:tr>
      <w:tr w:rsidR="002A01E6" w:rsidRPr="009C54AE" w:rsidTr="006D0487">
        <w:tc>
          <w:tcPr>
            <w:tcW w:w="1962" w:type="dxa"/>
          </w:tcPr>
          <w:p w:rsidR="002A01E6" w:rsidRPr="009C54AE" w:rsidRDefault="002A01E6" w:rsidP="002A01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2A01E6" w:rsidRPr="009C54AE" w:rsidRDefault="002A01E6" w:rsidP="002A01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50AEC">
              <w:rPr>
                <w:rFonts w:ascii="Corbel" w:hAnsi="Corbel"/>
                <w:b w:val="0"/>
                <w:bCs/>
                <w:szCs w:val="24"/>
              </w:rPr>
              <w:t xml:space="preserve">ustala </w:t>
            </w:r>
            <w:r>
              <w:rPr>
                <w:rFonts w:ascii="Corbel" w:hAnsi="Corbel"/>
                <w:b w:val="0"/>
                <w:bCs/>
                <w:szCs w:val="24"/>
              </w:rPr>
              <w:t>o</w:t>
            </w:r>
            <w:r w:rsidRPr="00AD5D66">
              <w:rPr>
                <w:rFonts w:ascii="Corbel" w:hAnsi="Corbel"/>
                <w:b w:val="0"/>
                <w:bCs/>
                <w:szCs w:val="24"/>
              </w:rPr>
              <w:t>piekun praktyk w miejscu odbywania praktyki zawodowej</w:t>
            </w:r>
          </w:p>
        </w:tc>
        <w:tc>
          <w:tcPr>
            <w:tcW w:w="2117" w:type="dxa"/>
          </w:tcPr>
          <w:p w:rsidR="002A01E6" w:rsidRPr="009C54AE" w:rsidRDefault="002A01E6" w:rsidP="002A01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praktyki zawodowe</w:t>
            </w:r>
          </w:p>
        </w:tc>
      </w:tr>
      <w:tr w:rsidR="002A01E6" w:rsidRPr="009C54AE" w:rsidTr="006D0487">
        <w:tc>
          <w:tcPr>
            <w:tcW w:w="1962" w:type="dxa"/>
          </w:tcPr>
          <w:p w:rsidR="002A01E6" w:rsidRPr="009C54AE" w:rsidRDefault="002A01E6" w:rsidP="002A01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2A01E6" w:rsidRPr="009C54AE" w:rsidRDefault="002A01E6" w:rsidP="002A01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50AEC">
              <w:rPr>
                <w:rFonts w:ascii="Corbel" w:hAnsi="Corbel"/>
                <w:b w:val="0"/>
                <w:bCs/>
                <w:szCs w:val="24"/>
              </w:rPr>
              <w:t xml:space="preserve">ustala </w:t>
            </w:r>
            <w:r>
              <w:rPr>
                <w:rFonts w:ascii="Corbel" w:hAnsi="Corbel"/>
                <w:b w:val="0"/>
                <w:bCs/>
                <w:szCs w:val="24"/>
              </w:rPr>
              <w:t>o</w:t>
            </w:r>
            <w:r w:rsidRPr="00AD5D66">
              <w:rPr>
                <w:rFonts w:ascii="Corbel" w:hAnsi="Corbel"/>
                <w:b w:val="0"/>
                <w:bCs/>
                <w:szCs w:val="24"/>
              </w:rPr>
              <w:t>piekun praktyk w miejscu odbywania praktyki zawodowej</w:t>
            </w:r>
          </w:p>
        </w:tc>
        <w:tc>
          <w:tcPr>
            <w:tcW w:w="2117" w:type="dxa"/>
          </w:tcPr>
          <w:p w:rsidR="002A01E6" w:rsidRPr="009C54AE" w:rsidRDefault="002A01E6" w:rsidP="002A01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praktyki zawodowe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A01E6" w:rsidRDefault="002A01E6" w:rsidP="002A01E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REALIZACJA PRAKTYK ZAWODOWYCH</w:t>
            </w:r>
          </w:p>
          <w:p w:rsidR="002A01E6" w:rsidRPr="00426904" w:rsidRDefault="002A01E6" w:rsidP="002A01E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26904">
              <w:rPr>
                <w:rFonts w:ascii="Corbel" w:hAnsi="Corbel"/>
                <w:b/>
                <w:sz w:val="24"/>
                <w:szCs w:val="24"/>
              </w:rPr>
              <w:t xml:space="preserve">Warunki formalne: </w:t>
            </w:r>
          </w:p>
          <w:p w:rsidR="002A01E6" w:rsidRDefault="002A01E6" w:rsidP="002A01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26904">
              <w:rPr>
                <w:rFonts w:ascii="Corbel" w:hAnsi="Corbel"/>
                <w:sz w:val="24"/>
                <w:szCs w:val="24"/>
              </w:rPr>
              <w:t xml:space="preserve">1. </w:t>
            </w:r>
            <w:r>
              <w:rPr>
                <w:rFonts w:ascii="Corbel" w:hAnsi="Corbel"/>
                <w:sz w:val="24"/>
                <w:szCs w:val="24"/>
              </w:rPr>
              <w:t>Przekazanie opiekunowi praktyk uzupełnionego podania o przyjęcie na praktykę,  indywidualnego planu praktyk oraz oświadczenia o posiadaniu ubezpieczenia NNW na czas trwania praktyk zawodowych.</w:t>
            </w:r>
          </w:p>
          <w:p w:rsidR="002A01E6" w:rsidRDefault="002A01E6" w:rsidP="002A01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426904">
              <w:rPr>
                <w:rFonts w:ascii="Corbel" w:hAnsi="Corbel"/>
                <w:sz w:val="24"/>
                <w:szCs w:val="24"/>
              </w:rPr>
              <w:t>Przedłożenie opiekunowi praktyki ze strony I</w:t>
            </w:r>
            <w:r>
              <w:rPr>
                <w:rFonts w:ascii="Corbel" w:hAnsi="Corbel"/>
                <w:sz w:val="24"/>
                <w:szCs w:val="24"/>
              </w:rPr>
              <w:t>N</w:t>
            </w:r>
            <w:r w:rsidRPr="00426904">
              <w:rPr>
                <w:rFonts w:ascii="Corbel" w:hAnsi="Corbel"/>
                <w:sz w:val="24"/>
                <w:szCs w:val="24"/>
              </w:rPr>
              <w:t>S UR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26904">
              <w:rPr>
                <w:rFonts w:ascii="Corbel" w:hAnsi="Corbel"/>
                <w:sz w:val="24"/>
                <w:szCs w:val="24"/>
              </w:rPr>
              <w:t xml:space="preserve"> dziennika praktyki potwierdzonego przez opiekuna praktyki ze strony instytucji z obszaru pomocy społecznej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2690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indywidualnego </w:t>
            </w:r>
            <w:r w:rsidRPr="00426904">
              <w:rPr>
                <w:rFonts w:ascii="Corbel" w:hAnsi="Corbel"/>
                <w:sz w:val="24"/>
                <w:szCs w:val="24"/>
              </w:rPr>
              <w:t>sprawozdania z realizacji praktyk</w:t>
            </w:r>
            <w:r>
              <w:rPr>
                <w:rFonts w:ascii="Corbel" w:hAnsi="Corbel"/>
                <w:sz w:val="24"/>
                <w:szCs w:val="24"/>
              </w:rPr>
              <w:t>, zeszytu uwag i spostrzeżeń oraz podania o zaliczenie praktyk studenckich .</w:t>
            </w:r>
          </w:p>
          <w:p w:rsidR="002A01E6" w:rsidRPr="00426904" w:rsidRDefault="002A01E6" w:rsidP="002A01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2A01E6" w:rsidRPr="00426904" w:rsidRDefault="002A01E6" w:rsidP="002A01E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26904">
              <w:rPr>
                <w:rFonts w:ascii="Corbel" w:hAnsi="Corbel"/>
                <w:b/>
                <w:sz w:val="24"/>
                <w:szCs w:val="24"/>
              </w:rPr>
              <w:t>Warunki merytoryczne:</w:t>
            </w:r>
          </w:p>
          <w:p w:rsidR="002A01E6" w:rsidRPr="00426904" w:rsidRDefault="002A01E6" w:rsidP="002A01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26904">
              <w:rPr>
                <w:rFonts w:ascii="Corbel" w:hAnsi="Corbel"/>
                <w:sz w:val="24"/>
                <w:szCs w:val="24"/>
              </w:rPr>
              <w:t>1. Pozytywna opinia opiekuna praktyk ze strony instytucji z obszaru pomocy społecznej odnośnie kompetencji i umiejętności studenta.</w:t>
            </w:r>
          </w:p>
          <w:p w:rsidR="002A01E6" w:rsidRDefault="002A01E6" w:rsidP="002A01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26904">
              <w:rPr>
                <w:rFonts w:ascii="Corbel" w:hAnsi="Corbel"/>
                <w:b w:val="0"/>
                <w:smallCaps w:val="0"/>
                <w:szCs w:val="24"/>
              </w:rPr>
              <w:t>2. Akceptacja przez opiekuna praktyki ze strony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426904">
              <w:rPr>
                <w:rFonts w:ascii="Corbel" w:hAnsi="Corbel"/>
                <w:b w:val="0"/>
                <w:smallCaps w:val="0"/>
                <w:szCs w:val="24"/>
              </w:rPr>
              <w:t>S UR sprawozdania studenta z realizacji praktyk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pozostałych dokumentów</w:t>
            </w:r>
            <w:r w:rsidRPr="004269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2A01E6" w:rsidRDefault="002A01E6" w:rsidP="002A01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A01E6" w:rsidRDefault="002A01E6" w:rsidP="002A01E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67C49">
              <w:rPr>
                <w:rFonts w:ascii="Corbel" w:hAnsi="Corbel"/>
                <w:bCs/>
                <w:smallCaps w:val="0"/>
                <w:szCs w:val="24"/>
              </w:rPr>
              <w:t>ZWOLNIENIE Z PRAKTYK ZAWODOWYCH</w:t>
            </w:r>
          </w:p>
          <w:p w:rsidR="002A01E6" w:rsidRPr="00426904" w:rsidRDefault="002A01E6" w:rsidP="002A01E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26904">
              <w:rPr>
                <w:rFonts w:ascii="Corbel" w:hAnsi="Corbel"/>
                <w:b/>
                <w:sz w:val="24"/>
                <w:szCs w:val="24"/>
              </w:rPr>
              <w:t xml:space="preserve">Warunki formalne: </w:t>
            </w:r>
          </w:p>
          <w:p w:rsidR="002A01E6" w:rsidRDefault="002A01E6" w:rsidP="002A01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167C49">
              <w:rPr>
                <w:rFonts w:ascii="Corbel" w:hAnsi="Corbel"/>
                <w:b w:val="0"/>
                <w:smallCaps w:val="0"/>
                <w:szCs w:val="24"/>
              </w:rPr>
              <w:t>Przedłożenie opiekunowi praktyki ze strony INS UR: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podania o zaliczenie praktyk zawodowych oraz zaświadczenia o zatrudnieniu, odbyciu wolontariatu lub stażu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pomocy społecznej. Opracowanie przez opiekuna praktyk dziennika praktyk dla osób zwolnionych z odbywania praktyk zawodowych.</w:t>
            </w:r>
          </w:p>
          <w:p w:rsidR="002A01E6" w:rsidRDefault="002A01E6" w:rsidP="002A01E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:rsidR="002A01E6" w:rsidRPr="00426904" w:rsidRDefault="002A01E6" w:rsidP="002A01E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26904">
              <w:rPr>
                <w:rFonts w:ascii="Corbel" w:hAnsi="Corbel"/>
                <w:b/>
                <w:sz w:val="24"/>
                <w:szCs w:val="24"/>
              </w:rPr>
              <w:t>Warunki merytoryczne:</w:t>
            </w:r>
          </w:p>
          <w:p w:rsidR="002A01E6" w:rsidRPr="00167C49" w:rsidRDefault="002A01E6" w:rsidP="002A01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426904">
              <w:rPr>
                <w:rFonts w:ascii="Corbel" w:hAnsi="Corbel"/>
                <w:b w:val="0"/>
                <w:smallCaps w:val="0"/>
                <w:szCs w:val="24"/>
              </w:rPr>
              <w:t xml:space="preserve"> Akceptacja przez opiekuna praktyki ze strony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426904">
              <w:rPr>
                <w:rFonts w:ascii="Corbel" w:hAnsi="Corbel"/>
                <w:b w:val="0"/>
                <w:smallCaps w:val="0"/>
                <w:szCs w:val="24"/>
              </w:rPr>
              <w:t>S 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podania o zaliczenie praktyk zawodowych  oraz stosownego zaświadczenia</w:t>
            </w:r>
            <w:r w:rsidRPr="004269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2A01E6" w:rsidRDefault="002A01E6" w:rsidP="002A01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A01E6" w:rsidRPr="008A2672" w:rsidRDefault="002A01E6" w:rsidP="002A01E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8A2672">
              <w:rPr>
                <w:rFonts w:ascii="Corbel" w:hAnsi="Corbel"/>
                <w:bCs/>
                <w:smallCaps w:val="0"/>
                <w:szCs w:val="24"/>
              </w:rPr>
              <w:t>Skala ocen:</w:t>
            </w:r>
          </w:p>
          <w:p w:rsidR="002A01E6" w:rsidRDefault="002A01E6" w:rsidP="002A01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A2672">
              <w:rPr>
                <w:rFonts w:ascii="Corbel" w:hAnsi="Corbel"/>
                <w:bCs/>
                <w:smallCaps w:val="0"/>
                <w:szCs w:val="24"/>
              </w:rPr>
              <w:t>Zal</w:t>
            </w:r>
            <w:proofErr w:type="spellEnd"/>
            <w:r w:rsidRPr="008A2672">
              <w:rPr>
                <w:rFonts w:ascii="Corbel" w:hAnsi="Corbel"/>
                <w:bCs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student spełnia warunki formalne i merytoryczne.</w:t>
            </w:r>
          </w:p>
          <w:p w:rsidR="0085747A" w:rsidRPr="009C54AE" w:rsidRDefault="002A01E6" w:rsidP="002A01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A2672">
              <w:rPr>
                <w:rFonts w:ascii="Corbel" w:hAnsi="Corbel"/>
                <w:bCs/>
                <w:smallCaps w:val="0"/>
                <w:szCs w:val="24"/>
              </w:rPr>
              <w:t>Nzal</w:t>
            </w:r>
            <w:proofErr w:type="spellEnd"/>
            <w:r w:rsidRPr="008A2672">
              <w:rPr>
                <w:rFonts w:ascii="Corbel" w:hAnsi="Corbel"/>
                <w:bCs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student nie spełnia warunków formalnych i/lub merytorycznych.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787F0C" w:rsidP="00267C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267C3B" w:rsidP="00267C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67C3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2A01E6" w:rsidP="00267C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67C3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67C3B" w:rsidP="00267C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87F0C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67C3B" w:rsidRDefault="00787F0C" w:rsidP="00267C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267C3B" w:rsidRPr="009C54AE" w:rsidTr="00267C3B">
        <w:trPr>
          <w:trHeight w:val="397"/>
        </w:trPr>
        <w:tc>
          <w:tcPr>
            <w:tcW w:w="3544" w:type="dxa"/>
          </w:tcPr>
          <w:p w:rsidR="00267C3B" w:rsidRPr="009C54AE" w:rsidRDefault="00267C3B" w:rsidP="00267C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267C3B" w:rsidRPr="009C54AE" w:rsidRDefault="00287595" w:rsidP="00267C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267C3B" w:rsidRPr="009C54AE" w:rsidTr="00267C3B">
        <w:trPr>
          <w:trHeight w:val="397"/>
        </w:trPr>
        <w:tc>
          <w:tcPr>
            <w:tcW w:w="3544" w:type="dxa"/>
          </w:tcPr>
          <w:p w:rsidR="00267C3B" w:rsidRPr="009C54AE" w:rsidRDefault="00267C3B" w:rsidP="00267C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2A01E6" w:rsidRPr="007E4879" w:rsidRDefault="002A01E6" w:rsidP="002A01E6">
            <w:pPr>
              <w:spacing w:after="0" w:line="240" w:lineRule="auto"/>
              <w:jc w:val="both"/>
              <w:rPr>
                <w:rFonts w:ascii="Corbel" w:hAnsi="Corbel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spacing w:val="-4"/>
                <w:sz w:val="24"/>
                <w:szCs w:val="24"/>
              </w:rPr>
              <w:t>Z</w:t>
            </w:r>
            <w:r w:rsidRPr="007E4879">
              <w:rPr>
                <w:rFonts w:ascii="Corbel" w:hAnsi="Corbel"/>
                <w:spacing w:val="-4"/>
                <w:sz w:val="24"/>
                <w:szCs w:val="24"/>
              </w:rPr>
              <w:t>godne z Regulaminem praktyk na</w:t>
            </w:r>
          </w:p>
          <w:p w:rsidR="00267C3B" w:rsidRPr="002A01E6" w:rsidRDefault="002A01E6" w:rsidP="002A01E6">
            <w:pPr>
              <w:spacing w:after="0" w:line="240" w:lineRule="auto"/>
              <w:jc w:val="both"/>
              <w:rPr>
                <w:rFonts w:ascii="Corbel" w:hAnsi="Corbel"/>
                <w:spacing w:val="-4"/>
                <w:sz w:val="24"/>
                <w:szCs w:val="24"/>
              </w:rPr>
            </w:pPr>
            <w:r w:rsidRPr="007E4879">
              <w:rPr>
                <w:rFonts w:ascii="Corbel" w:hAnsi="Corbel"/>
                <w:spacing w:val="-4"/>
                <w:sz w:val="24"/>
                <w:szCs w:val="24"/>
              </w:rPr>
              <w:t>kierunku praca socjalna</w:t>
            </w:r>
            <w:r>
              <w:rPr>
                <w:rFonts w:ascii="Corbel" w:hAnsi="Corbel"/>
                <w:spacing w:val="-4"/>
                <w:sz w:val="24"/>
                <w:szCs w:val="24"/>
              </w:rPr>
              <w:t>.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267C3B" w:rsidRPr="009C54AE" w:rsidTr="0071620A">
        <w:trPr>
          <w:trHeight w:val="397"/>
        </w:trPr>
        <w:tc>
          <w:tcPr>
            <w:tcW w:w="7513" w:type="dxa"/>
          </w:tcPr>
          <w:p w:rsidR="00267C3B" w:rsidRPr="003154E8" w:rsidRDefault="00267C3B" w:rsidP="00267C3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54E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67C3B" w:rsidRPr="002A01E6" w:rsidRDefault="002A01E6" w:rsidP="002A01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E4879">
              <w:rPr>
                <w:rFonts w:ascii="Corbel" w:hAnsi="Corbel"/>
                <w:sz w:val="24"/>
                <w:szCs w:val="24"/>
              </w:rPr>
              <w:t xml:space="preserve">Ustala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AD5D66">
              <w:rPr>
                <w:rFonts w:ascii="Corbel" w:hAnsi="Corbel"/>
                <w:bCs/>
                <w:sz w:val="24"/>
                <w:szCs w:val="24"/>
              </w:rPr>
              <w:t>piekun praktyk w miejscu odbywania praktyki zawodowej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267C3B" w:rsidRPr="009C54AE" w:rsidTr="0071620A">
        <w:trPr>
          <w:trHeight w:val="397"/>
        </w:trPr>
        <w:tc>
          <w:tcPr>
            <w:tcW w:w="7513" w:type="dxa"/>
          </w:tcPr>
          <w:p w:rsidR="00267C3B" w:rsidRPr="00124D56" w:rsidRDefault="00267C3B" w:rsidP="00267C3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24D5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67C3B" w:rsidRPr="002A01E6" w:rsidRDefault="002A01E6" w:rsidP="002A01E6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E4879">
              <w:rPr>
                <w:rFonts w:ascii="Corbel" w:hAnsi="Corbel"/>
                <w:sz w:val="24"/>
                <w:szCs w:val="24"/>
              </w:rPr>
              <w:t xml:space="preserve">Ustala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AD5D66">
              <w:rPr>
                <w:rFonts w:ascii="Corbel" w:hAnsi="Corbel"/>
                <w:bCs/>
                <w:sz w:val="24"/>
                <w:szCs w:val="24"/>
              </w:rPr>
              <w:t>piekun praktyk w miejscu odbywania praktyki zawodowej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422" w:rsidRDefault="002F5422" w:rsidP="00C16ABF">
      <w:pPr>
        <w:spacing w:after="0" w:line="240" w:lineRule="auto"/>
      </w:pPr>
      <w:r>
        <w:separator/>
      </w:r>
    </w:p>
  </w:endnote>
  <w:endnote w:type="continuationSeparator" w:id="0">
    <w:p w:rsidR="002F5422" w:rsidRDefault="002F54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1097966"/>
      <w:docPartObj>
        <w:docPartGallery w:val="Page Numbers (Bottom of Page)"/>
        <w:docPartUnique/>
      </w:docPartObj>
    </w:sdtPr>
    <w:sdtContent>
      <w:p w:rsidR="006523F8" w:rsidRDefault="000B2A2D">
        <w:pPr>
          <w:pStyle w:val="Stopka"/>
          <w:jc w:val="right"/>
        </w:pPr>
        <w:r>
          <w:fldChar w:fldCharType="begin"/>
        </w:r>
        <w:r w:rsidR="006523F8">
          <w:instrText>PAGE   \* MERGEFORMAT</w:instrText>
        </w:r>
        <w:r>
          <w:fldChar w:fldCharType="separate"/>
        </w:r>
        <w:r w:rsidR="00FA564F">
          <w:rPr>
            <w:noProof/>
          </w:rPr>
          <w:t>1</w:t>
        </w:r>
        <w:r>
          <w:fldChar w:fldCharType="end"/>
        </w:r>
      </w:p>
    </w:sdtContent>
  </w:sdt>
  <w:p w:rsidR="006523F8" w:rsidRDefault="006523F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422" w:rsidRDefault="002F5422" w:rsidP="00C16ABF">
      <w:pPr>
        <w:spacing w:after="0" w:line="240" w:lineRule="auto"/>
      </w:pPr>
      <w:r>
        <w:separator/>
      </w:r>
    </w:p>
  </w:footnote>
  <w:footnote w:type="continuationSeparator" w:id="0">
    <w:p w:rsidR="002F5422" w:rsidRDefault="002F542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10836"/>
    <w:multiLevelType w:val="hybridMultilevel"/>
    <w:tmpl w:val="983CD674"/>
    <w:lvl w:ilvl="0" w:tplc="C72ECD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C07993"/>
    <w:multiLevelType w:val="hybridMultilevel"/>
    <w:tmpl w:val="CBF2B5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3FE2"/>
    <w:rsid w:val="000048FD"/>
    <w:rsid w:val="00005D2F"/>
    <w:rsid w:val="000077B4"/>
    <w:rsid w:val="00015B8F"/>
    <w:rsid w:val="00022ECE"/>
    <w:rsid w:val="00024E50"/>
    <w:rsid w:val="00035FA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2A2D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0B74"/>
    <w:rsid w:val="001A70D2"/>
    <w:rsid w:val="001D657B"/>
    <w:rsid w:val="001D7B54"/>
    <w:rsid w:val="001E0209"/>
    <w:rsid w:val="001F2CA2"/>
    <w:rsid w:val="002144C0"/>
    <w:rsid w:val="0022121D"/>
    <w:rsid w:val="0022477D"/>
    <w:rsid w:val="002278A9"/>
    <w:rsid w:val="002336F9"/>
    <w:rsid w:val="0024028F"/>
    <w:rsid w:val="00244ABC"/>
    <w:rsid w:val="00267C3B"/>
    <w:rsid w:val="00281FF2"/>
    <w:rsid w:val="002857DE"/>
    <w:rsid w:val="00287595"/>
    <w:rsid w:val="00291567"/>
    <w:rsid w:val="002A01E6"/>
    <w:rsid w:val="002A22BF"/>
    <w:rsid w:val="002A2389"/>
    <w:rsid w:val="002A671D"/>
    <w:rsid w:val="002A7777"/>
    <w:rsid w:val="002B4D55"/>
    <w:rsid w:val="002B5EA0"/>
    <w:rsid w:val="002B6119"/>
    <w:rsid w:val="002C057E"/>
    <w:rsid w:val="002C1F06"/>
    <w:rsid w:val="002D3375"/>
    <w:rsid w:val="002D73D4"/>
    <w:rsid w:val="002F02A3"/>
    <w:rsid w:val="002F4ABE"/>
    <w:rsid w:val="002F5422"/>
    <w:rsid w:val="003018BA"/>
    <w:rsid w:val="0030395F"/>
    <w:rsid w:val="00305708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268F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0C5"/>
    <w:rsid w:val="0056696D"/>
    <w:rsid w:val="0059484D"/>
    <w:rsid w:val="005A0855"/>
    <w:rsid w:val="005A133C"/>
    <w:rsid w:val="005A3196"/>
    <w:rsid w:val="005B6F4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3F8"/>
    <w:rsid w:val="00654934"/>
    <w:rsid w:val="006620D9"/>
    <w:rsid w:val="00671958"/>
    <w:rsid w:val="00675843"/>
    <w:rsid w:val="00696477"/>
    <w:rsid w:val="006B4A27"/>
    <w:rsid w:val="006D048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87F0C"/>
    <w:rsid w:val="00790E27"/>
    <w:rsid w:val="007A4022"/>
    <w:rsid w:val="007A6E6E"/>
    <w:rsid w:val="007C3299"/>
    <w:rsid w:val="007C3BCC"/>
    <w:rsid w:val="007C4546"/>
    <w:rsid w:val="007D2B0C"/>
    <w:rsid w:val="007D6E56"/>
    <w:rsid w:val="007F4155"/>
    <w:rsid w:val="0081554D"/>
    <w:rsid w:val="0081707E"/>
    <w:rsid w:val="008349C8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0426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FD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4AC"/>
    <w:rsid w:val="00B135B1"/>
    <w:rsid w:val="00B2363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A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15B"/>
    <w:rsid w:val="00D608D1"/>
    <w:rsid w:val="00D74119"/>
    <w:rsid w:val="00D8075B"/>
    <w:rsid w:val="00D8678B"/>
    <w:rsid w:val="00DA2114"/>
    <w:rsid w:val="00DE09C0"/>
    <w:rsid w:val="00DE4A14"/>
    <w:rsid w:val="00DF154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64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14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14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14A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14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14AC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8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D2986A-A43F-4F0E-B1CD-C250B9B2D3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0F164D-F50C-46E2-B247-4B4441DB4703}"/>
</file>

<file path=customXml/itemProps3.xml><?xml version="1.0" encoding="utf-8"?>
<ds:datastoreItem xmlns:ds="http://schemas.openxmlformats.org/officeDocument/2006/customXml" ds:itemID="{74E999B3-D132-4A2F-A4E7-0915AA1CBD86}"/>
</file>

<file path=customXml/itemProps4.xml><?xml version="1.0" encoding="utf-8"?>
<ds:datastoreItem xmlns:ds="http://schemas.openxmlformats.org/officeDocument/2006/customXml" ds:itemID="{113DA51B-DD62-44B7-B317-651751EBE25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67</TotalTime>
  <Pages>4</Pages>
  <Words>942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Sylwia</cp:lastModifiedBy>
  <cp:revision>11</cp:revision>
  <cp:lastPrinted>2019-02-06T12:12:00Z</cp:lastPrinted>
  <dcterms:created xsi:type="dcterms:W3CDTF">2020-11-12T10:00:00Z</dcterms:created>
  <dcterms:modified xsi:type="dcterms:W3CDTF">2021-10-01T06:50:00Z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